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0382FF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D5D3D">
        <w:rPr>
          <w:rFonts w:ascii="Corbel" w:hAnsi="Corbel"/>
          <w:b/>
          <w:smallCaps/>
          <w:sz w:val="24"/>
          <w:szCs w:val="24"/>
        </w:rPr>
        <w:t>2020/2022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7428F82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D5D3D">
        <w:rPr>
          <w:rFonts w:ascii="Corbel" w:hAnsi="Corbel"/>
          <w:sz w:val="20"/>
          <w:szCs w:val="20"/>
        </w:rPr>
        <w:t>2020/2021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2639F6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2639F6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571A642F" w:rsidR="0085747A" w:rsidRPr="009C54AE" w:rsidRDefault="00163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30520F1C" w:rsidR="00ED72AE" w:rsidRPr="009C54AE" w:rsidRDefault="00163077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9C54AE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6248E6AE" w:rsidR="00ED72AE" w:rsidRPr="009C54AE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66F2F82" w:rsidR="00015B8F" w:rsidRPr="009C54AE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D6CD539" w:rsidR="00015B8F" w:rsidRPr="009C54AE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97580D" w14:textId="77777777" w:rsidR="009C54AE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D539BA" w14:textId="77777777" w:rsidR="0077766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4E1F4CE" w14:textId="05BA5B82" w:rsidR="0085747A" w:rsidRPr="009C54AE" w:rsidRDefault="00777668" w:rsidP="0077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9C54AE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9C54AE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A625CA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 świetle aktualnych regulacji prawnych.</w:t>
            </w:r>
          </w:p>
        </w:tc>
      </w:tr>
      <w:tr w:rsidR="00C92758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A625CA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777777" w:rsidR="00C92758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K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>ształcenia i wychowania uczniów ze spec</w:t>
            </w:r>
            <w:r w:rsidRPr="00A625CA">
              <w:rPr>
                <w:rFonts w:ascii="Corbel" w:hAnsi="Corbel"/>
                <w:sz w:val="24"/>
                <w:szCs w:val="24"/>
              </w:rPr>
              <w:t>jalnymi potrzebami edukacyjnymi przegląd wybranych koncepcji.</w:t>
            </w:r>
          </w:p>
        </w:tc>
      </w:tr>
    </w:tbl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4944F1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A625CA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Seksualność młodzieży z niepełnosprawnością. </w:t>
            </w:r>
          </w:p>
        </w:tc>
      </w:tr>
      <w:tr w:rsidR="00A625CA" w:rsidRPr="009C54AE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EA67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>W</w:t>
      </w:r>
      <w:r w:rsidR="0085747A" w:rsidRPr="00EA6737">
        <w:rPr>
          <w:rFonts w:ascii="Corbel" w:hAnsi="Corbel"/>
          <w:b w:val="0"/>
          <w:smallCaps w:val="0"/>
          <w:szCs w:val="24"/>
        </w:rPr>
        <w:t>ykład</w:t>
      </w:r>
      <w:r w:rsidRPr="00EA6737">
        <w:rPr>
          <w:rFonts w:ascii="Corbel" w:hAnsi="Corbel"/>
          <w:b w:val="0"/>
          <w:smallCaps w:val="0"/>
          <w:szCs w:val="24"/>
        </w:rPr>
        <w:t>: wykład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A673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9D083F" w14:paraId="529E4640" w14:textId="77777777" w:rsidTr="00C92758">
        <w:tc>
          <w:tcPr>
            <w:tcW w:w="1962" w:type="dxa"/>
          </w:tcPr>
          <w:p w14:paraId="6744AEAA" w14:textId="7DA91330" w:rsidR="009D083F" w:rsidRPr="009D083F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78004494" w14:textId="77777777" w:rsidTr="00C92758">
        <w:tc>
          <w:tcPr>
            <w:tcW w:w="1962" w:type="dxa"/>
          </w:tcPr>
          <w:p w14:paraId="1CF9F2DF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9D083F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9D083F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D1016A"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9D083F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7777777" w:rsidR="0085747A" w:rsidRPr="00BC3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3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3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09CDA085" w:rsidR="0085747A" w:rsidRPr="009C54AE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CF9F34" w14:textId="77777777" w:rsidR="00C61DC5" w:rsidRPr="00BC304F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(przygotowanie do zajęć, przygotowanie do kolokwium, studiowanie literatury)</w:t>
            </w:r>
          </w:p>
        </w:tc>
        <w:tc>
          <w:tcPr>
            <w:tcW w:w="4677" w:type="dxa"/>
          </w:tcPr>
          <w:p w14:paraId="4D1B403E" w14:textId="2EE8E125" w:rsidR="00C61DC5" w:rsidRPr="009C54AE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797538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55872" w14:textId="77777777" w:rsidR="001C30B7" w:rsidRDefault="001C30B7" w:rsidP="00C16ABF">
      <w:pPr>
        <w:spacing w:after="0" w:line="240" w:lineRule="auto"/>
      </w:pPr>
      <w:r>
        <w:separator/>
      </w:r>
    </w:p>
  </w:endnote>
  <w:endnote w:type="continuationSeparator" w:id="0">
    <w:p w14:paraId="189C8CE9" w14:textId="77777777" w:rsidR="001C30B7" w:rsidRDefault="001C30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A1090" w14:textId="77777777" w:rsidR="001C30B7" w:rsidRDefault="001C30B7" w:rsidP="00C16ABF">
      <w:pPr>
        <w:spacing w:after="0" w:line="240" w:lineRule="auto"/>
      </w:pPr>
      <w:r>
        <w:separator/>
      </w:r>
    </w:p>
  </w:footnote>
  <w:footnote w:type="continuationSeparator" w:id="0">
    <w:p w14:paraId="6775E416" w14:textId="77777777" w:rsidR="001C30B7" w:rsidRDefault="001C30B7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307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0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68"/>
    <w:rsid w:val="00780C9C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7F78FD"/>
    <w:rsid w:val="00811772"/>
    <w:rsid w:val="0081554D"/>
    <w:rsid w:val="0081707E"/>
    <w:rsid w:val="00844138"/>
    <w:rsid w:val="008449B3"/>
    <w:rsid w:val="00845221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C1331"/>
    <w:rsid w:val="009C3E31"/>
    <w:rsid w:val="009C54AE"/>
    <w:rsid w:val="009C788E"/>
    <w:rsid w:val="009C7CD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C60"/>
    <w:rsid w:val="00C92758"/>
    <w:rsid w:val="00C94B98"/>
    <w:rsid w:val="00CA2B96"/>
    <w:rsid w:val="00CA5089"/>
    <w:rsid w:val="00CA5BF1"/>
    <w:rsid w:val="00CB42CB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617C3"/>
    <w:rsid w:val="00F7066B"/>
    <w:rsid w:val="00F83B28"/>
    <w:rsid w:val="00F850AC"/>
    <w:rsid w:val="00F97200"/>
    <w:rsid w:val="00FA46E5"/>
    <w:rsid w:val="00FA695D"/>
    <w:rsid w:val="00FB7DBA"/>
    <w:rsid w:val="00FC1C25"/>
    <w:rsid w:val="00FC3F45"/>
    <w:rsid w:val="00FD1D2C"/>
    <w:rsid w:val="00FD503F"/>
    <w:rsid w:val="00FD5D3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7C4B-08B6-4694-9CEE-69343824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1017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2020-10-15T08:04:00Z</cp:lastPrinted>
  <dcterms:created xsi:type="dcterms:W3CDTF">2019-11-18T13:03:00Z</dcterms:created>
  <dcterms:modified xsi:type="dcterms:W3CDTF">2021-10-05T06:53:00Z</dcterms:modified>
</cp:coreProperties>
</file>